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9B4F0" w14:textId="77777777" w:rsidR="00826B7B" w:rsidRDefault="00B204E3" w:rsidP="00B204E3">
      <w:pPr>
        <w:pStyle w:val="Titul1"/>
      </w:pPr>
      <w:r>
        <w:t>Dopis nabídky</w:t>
      </w:r>
    </w:p>
    <w:p w14:paraId="345F145C" w14:textId="0FEEC4C3" w:rsidR="00EB46E5" w:rsidRDefault="00B204E3" w:rsidP="00BF54FE">
      <w:pPr>
        <w:pStyle w:val="Titul2"/>
      </w:pPr>
      <w:r>
        <w:t xml:space="preserve">Název zakázky: </w:t>
      </w:r>
    </w:p>
    <w:p w14:paraId="55FF21F7" w14:textId="184EB7E7" w:rsidR="00006D7B" w:rsidRPr="00BF54FE" w:rsidRDefault="00E7745F" w:rsidP="00BF54FE">
      <w:pPr>
        <w:pStyle w:val="Titul2"/>
      </w:pPr>
      <w:r>
        <w:t>Zhotovení s</w:t>
      </w:r>
      <w:r w:rsidR="00006D7B">
        <w:t>oubor</w:t>
      </w:r>
      <w:r>
        <w:t>u</w:t>
      </w:r>
      <w:r w:rsidR="00006D7B">
        <w:t xml:space="preserve"> staveb:</w:t>
      </w:r>
    </w:p>
    <w:p w14:paraId="52EA2D82" w14:textId="28D61F0B" w:rsidR="00181A27" w:rsidRPr="00181A27" w:rsidRDefault="00181A27" w:rsidP="00181A27">
      <w:pPr>
        <w:tabs>
          <w:tab w:val="left" w:pos="6796"/>
        </w:tabs>
        <w:spacing w:after="120" w:line="264" w:lineRule="auto"/>
        <w:rPr>
          <w:rFonts w:asciiTheme="minorHAnsi" w:hAnsiTheme="minorHAnsi"/>
          <w:b/>
          <w:sz w:val="32"/>
          <w:szCs w:val="32"/>
        </w:rPr>
      </w:pPr>
      <w:r w:rsidRPr="00181A27">
        <w:rPr>
          <w:rFonts w:asciiTheme="minorHAnsi" w:hAnsiTheme="minorHAnsi"/>
          <w:b/>
          <w:sz w:val="32"/>
          <w:szCs w:val="32"/>
        </w:rPr>
        <w:t xml:space="preserve"> „</w:t>
      </w:r>
      <w:bookmarkStart w:id="0" w:name="_Hlk167781633"/>
      <w:r w:rsidRPr="00181A27">
        <w:rPr>
          <w:rFonts w:asciiTheme="minorHAnsi" w:hAnsiTheme="minorHAnsi"/>
          <w:b/>
          <w:sz w:val="32"/>
          <w:szCs w:val="32"/>
        </w:rPr>
        <w:t xml:space="preserve">Zřízení dobíjecí stanice BEMU v </w:t>
      </w:r>
      <w:proofErr w:type="spellStart"/>
      <w:r w:rsidRPr="00181A27">
        <w:rPr>
          <w:rFonts w:asciiTheme="minorHAnsi" w:hAnsiTheme="minorHAnsi"/>
          <w:b/>
          <w:sz w:val="32"/>
          <w:szCs w:val="32"/>
        </w:rPr>
        <w:t>žst</w:t>
      </w:r>
      <w:proofErr w:type="spellEnd"/>
      <w:r w:rsidRPr="00181A27">
        <w:rPr>
          <w:rFonts w:asciiTheme="minorHAnsi" w:hAnsiTheme="minorHAnsi"/>
          <w:b/>
          <w:sz w:val="32"/>
          <w:szCs w:val="32"/>
        </w:rPr>
        <w:t>. Štramberk</w:t>
      </w:r>
      <w:bookmarkEnd w:id="0"/>
      <w:r w:rsidRPr="00181A27">
        <w:rPr>
          <w:rFonts w:asciiTheme="minorHAnsi" w:hAnsiTheme="minorHAnsi"/>
          <w:b/>
          <w:sz w:val="32"/>
          <w:szCs w:val="32"/>
        </w:rPr>
        <w:t>“</w:t>
      </w:r>
      <w:r w:rsidR="00006D7B">
        <w:rPr>
          <w:rFonts w:asciiTheme="minorHAnsi" w:hAnsiTheme="minorHAnsi"/>
          <w:b/>
          <w:sz w:val="32"/>
          <w:szCs w:val="32"/>
        </w:rPr>
        <w:t xml:space="preserve">, </w:t>
      </w:r>
      <w:r w:rsidRPr="00181A27">
        <w:rPr>
          <w:rFonts w:asciiTheme="minorHAnsi" w:hAnsiTheme="minorHAnsi"/>
          <w:b/>
          <w:sz w:val="32"/>
          <w:szCs w:val="32"/>
        </w:rPr>
        <w:t>„</w:t>
      </w:r>
      <w:bookmarkStart w:id="1" w:name="_Hlk167782056"/>
      <w:r w:rsidRPr="00181A27">
        <w:rPr>
          <w:rFonts w:asciiTheme="minorHAnsi" w:hAnsiTheme="minorHAnsi"/>
          <w:b/>
          <w:sz w:val="32"/>
          <w:szCs w:val="32"/>
        </w:rPr>
        <w:t xml:space="preserve">Zřízení dobíjecí stanice BEMU v </w:t>
      </w:r>
      <w:proofErr w:type="spellStart"/>
      <w:r w:rsidRPr="00181A27">
        <w:rPr>
          <w:rFonts w:asciiTheme="minorHAnsi" w:hAnsiTheme="minorHAnsi"/>
          <w:b/>
          <w:sz w:val="32"/>
          <w:szCs w:val="32"/>
        </w:rPr>
        <w:t>žst</w:t>
      </w:r>
      <w:proofErr w:type="spellEnd"/>
      <w:r w:rsidRPr="00181A27">
        <w:rPr>
          <w:rFonts w:asciiTheme="minorHAnsi" w:hAnsiTheme="minorHAnsi"/>
          <w:b/>
          <w:sz w:val="32"/>
          <w:szCs w:val="32"/>
        </w:rPr>
        <w:t>. Krnov</w:t>
      </w:r>
      <w:bookmarkEnd w:id="1"/>
      <w:r w:rsidRPr="00181A27">
        <w:rPr>
          <w:rFonts w:asciiTheme="minorHAnsi" w:hAnsiTheme="minorHAnsi"/>
          <w:b/>
          <w:sz w:val="32"/>
          <w:szCs w:val="32"/>
        </w:rPr>
        <w:t>“</w:t>
      </w:r>
      <w:r w:rsidR="00006D7B">
        <w:rPr>
          <w:rFonts w:asciiTheme="minorHAnsi" w:hAnsiTheme="minorHAnsi"/>
          <w:b/>
          <w:sz w:val="32"/>
          <w:szCs w:val="32"/>
        </w:rPr>
        <w:t xml:space="preserve">, </w:t>
      </w:r>
      <w:r w:rsidRPr="00181A27">
        <w:rPr>
          <w:rFonts w:asciiTheme="minorHAnsi" w:hAnsiTheme="minorHAnsi"/>
          <w:b/>
          <w:sz w:val="32"/>
          <w:szCs w:val="32"/>
        </w:rPr>
        <w:t>„</w:t>
      </w:r>
      <w:bookmarkStart w:id="2" w:name="_Hlk167781779"/>
      <w:r w:rsidRPr="00181A27">
        <w:rPr>
          <w:rFonts w:asciiTheme="minorHAnsi" w:hAnsiTheme="minorHAnsi"/>
          <w:b/>
          <w:sz w:val="32"/>
          <w:szCs w:val="32"/>
        </w:rPr>
        <w:t xml:space="preserve">Zřízení dobíjecí stanice BEMU v </w:t>
      </w:r>
      <w:proofErr w:type="spellStart"/>
      <w:r w:rsidRPr="00181A27">
        <w:rPr>
          <w:rFonts w:asciiTheme="minorHAnsi" w:hAnsiTheme="minorHAnsi"/>
          <w:b/>
          <w:sz w:val="32"/>
          <w:szCs w:val="32"/>
        </w:rPr>
        <w:t>žst</w:t>
      </w:r>
      <w:proofErr w:type="spellEnd"/>
      <w:r w:rsidRPr="00181A27">
        <w:rPr>
          <w:rFonts w:asciiTheme="minorHAnsi" w:hAnsiTheme="minorHAnsi"/>
          <w:b/>
          <w:sz w:val="32"/>
          <w:szCs w:val="32"/>
        </w:rPr>
        <w:t>. Budišov nad Budišovkou</w:t>
      </w:r>
      <w:bookmarkEnd w:id="2"/>
      <w:r w:rsidRPr="00181A27">
        <w:rPr>
          <w:rFonts w:asciiTheme="minorHAnsi" w:hAnsiTheme="minorHAnsi"/>
          <w:b/>
          <w:sz w:val="32"/>
          <w:szCs w:val="32"/>
        </w:rPr>
        <w:t>“</w:t>
      </w:r>
      <w:r w:rsidR="004869E9">
        <w:rPr>
          <w:rFonts w:asciiTheme="minorHAnsi" w:hAnsiTheme="minorHAnsi"/>
          <w:b/>
          <w:sz w:val="32"/>
          <w:szCs w:val="32"/>
        </w:rPr>
        <w:t xml:space="preserve">, </w:t>
      </w:r>
      <w:r w:rsidRPr="00181A27">
        <w:rPr>
          <w:rFonts w:asciiTheme="minorHAnsi" w:hAnsiTheme="minorHAnsi"/>
          <w:b/>
          <w:sz w:val="32"/>
          <w:szCs w:val="32"/>
        </w:rPr>
        <w:t xml:space="preserve">1. část - dodání a instalace technologie ke zřízení dobíjecí stanice BEMU </w:t>
      </w:r>
    </w:p>
    <w:p w14:paraId="514C21D0" w14:textId="77777777" w:rsidR="009226C1" w:rsidRDefault="009226C1" w:rsidP="00B204E3">
      <w:pPr>
        <w:pStyle w:val="Textbezodsazen"/>
      </w:pPr>
    </w:p>
    <w:p w14:paraId="70BA192D" w14:textId="0AB82AA4"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</w:t>
      </w:r>
      <w:r w:rsidR="001B215D">
        <w:t xml:space="preserve">celkovou </w:t>
      </w:r>
      <w:r>
        <w:t>nabídkovou cenu ve výši</w:t>
      </w:r>
    </w:p>
    <w:p w14:paraId="7CB080B5" w14:textId="77777777" w:rsidR="00C20287" w:rsidRDefault="00A5674E" w:rsidP="00A5674E">
      <w:pPr>
        <w:pStyle w:val="Textbezodsazen"/>
      </w:pPr>
      <w:bookmarkStart w:id="3" w:name="_Hlk167781722"/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</w:t>
      </w:r>
    </w:p>
    <w:bookmarkEnd w:id="3"/>
    <w:p w14:paraId="71182F7D" w14:textId="77777777" w:rsidR="00D82C38" w:rsidRPr="00D82C38" w:rsidRDefault="00D82C38" w:rsidP="00D82C38">
      <w:pPr>
        <w:pStyle w:val="Textbezodsazen"/>
        <w:rPr>
          <w:b/>
        </w:rPr>
      </w:pPr>
      <w:r w:rsidRPr="00D82C38">
        <w:rPr>
          <w:b/>
        </w:rPr>
        <w:t>z toho:</w:t>
      </w:r>
    </w:p>
    <w:p w14:paraId="604E8F1D" w14:textId="2AB87D89" w:rsidR="00D82C38" w:rsidRPr="00D82C38" w:rsidRDefault="00D82C38" w:rsidP="001B215D">
      <w:pPr>
        <w:pStyle w:val="Textbezodsazen"/>
        <w:rPr>
          <w:b/>
        </w:rPr>
      </w:pPr>
      <w:bookmarkStart w:id="4" w:name="_Hlk167781752"/>
      <w:r w:rsidRPr="00D82C38">
        <w:rPr>
          <w:b/>
        </w:rPr>
        <w:t>Cena díla pro stavbu</w:t>
      </w:r>
      <w:bookmarkEnd w:id="4"/>
      <w:r w:rsidR="000B5D5F">
        <w:rPr>
          <w:b/>
        </w:rPr>
        <w:t xml:space="preserve"> </w:t>
      </w:r>
      <w:r w:rsidRPr="00D82C38">
        <w:rPr>
          <w:b/>
        </w:rPr>
        <w:t>„</w:t>
      </w:r>
      <w:r w:rsidR="001B215D" w:rsidRPr="001B215D">
        <w:rPr>
          <w:b/>
        </w:rPr>
        <w:t xml:space="preserve">Zřízení dobíjecí stanice BEMU v </w:t>
      </w:r>
      <w:proofErr w:type="spellStart"/>
      <w:r w:rsidR="001B215D" w:rsidRPr="001B215D">
        <w:rPr>
          <w:b/>
        </w:rPr>
        <w:t>žst</w:t>
      </w:r>
      <w:proofErr w:type="spellEnd"/>
      <w:r w:rsidR="001B215D" w:rsidRPr="001B215D">
        <w:rPr>
          <w:b/>
        </w:rPr>
        <w:t>. Štramberk</w:t>
      </w:r>
      <w:r w:rsidRPr="00D82C38">
        <w:rPr>
          <w:b/>
        </w:rPr>
        <w:t xml:space="preserve">“ </w:t>
      </w:r>
    </w:p>
    <w:p w14:paraId="07A17D12" w14:textId="77777777" w:rsidR="001B215D" w:rsidRDefault="001B215D" w:rsidP="001B215D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</w:t>
      </w:r>
    </w:p>
    <w:p w14:paraId="75FA25D3" w14:textId="7CF41F7B" w:rsidR="00D82C38" w:rsidRPr="00D82C38" w:rsidRDefault="001B215D" w:rsidP="001B215D">
      <w:pPr>
        <w:pStyle w:val="Textbezodsazen"/>
        <w:rPr>
          <w:b/>
        </w:rPr>
      </w:pPr>
      <w:r w:rsidRPr="00D82C38">
        <w:rPr>
          <w:b/>
        </w:rPr>
        <w:t>Cena díla pro stavbu</w:t>
      </w:r>
      <w:bookmarkStart w:id="5" w:name="_Hlk167782037"/>
      <w:r w:rsidRPr="00D82C38">
        <w:rPr>
          <w:b/>
        </w:rPr>
        <w:t xml:space="preserve"> </w:t>
      </w:r>
      <w:r w:rsidR="00D82C38" w:rsidRPr="00D82C38">
        <w:rPr>
          <w:b/>
        </w:rPr>
        <w:t>„</w:t>
      </w:r>
      <w:r w:rsidRPr="001B215D">
        <w:rPr>
          <w:b/>
        </w:rPr>
        <w:t xml:space="preserve">Zřízení dobíjecí stanice BEMU v </w:t>
      </w:r>
      <w:proofErr w:type="spellStart"/>
      <w:r w:rsidRPr="001B215D">
        <w:rPr>
          <w:b/>
        </w:rPr>
        <w:t>žst</w:t>
      </w:r>
      <w:proofErr w:type="spellEnd"/>
      <w:r w:rsidRPr="001B215D">
        <w:rPr>
          <w:b/>
        </w:rPr>
        <w:t>. Krnov</w:t>
      </w:r>
      <w:r w:rsidR="00D82C38" w:rsidRPr="00D82C38">
        <w:rPr>
          <w:b/>
        </w:rPr>
        <w:t xml:space="preserve">“ </w:t>
      </w:r>
    </w:p>
    <w:bookmarkEnd w:id="5"/>
    <w:p w14:paraId="40C05115" w14:textId="77777777" w:rsidR="001B215D" w:rsidRPr="001B215D" w:rsidRDefault="001B215D" w:rsidP="001B215D">
      <w:pPr>
        <w:spacing w:after="120" w:line="264" w:lineRule="auto"/>
        <w:jc w:val="both"/>
        <w:rPr>
          <w:sz w:val="18"/>
          <w:szCs w:val="18"/>
        </w:rPr>
      </w:pPr>
      <w:r w:rsidRPr="001B215D">
        <w:rPr>
          <w:b/>
          <w:sz w:val="18"/>
          <w:szCs w:val="18"/>
          <w:highlight w:val="yellow"/>
        </w:rPr>
        <w:t>[VLOŽÍ ZHOTOVITEL]</w:t>
      </w:r>
      <w:r w:rsidRPr="001B215D">
        <w:rPr>
          <w:b/>
          <w:sz w:val="18"/>
          <w:szCs w:val="18"/>
        </w:rPr>
        <w:t xml:space="preserve"> Kč</w:t>
      </w:r>
      <w:r w:rsidRPr="001B215D">
        <w:rPr>
          <w:sz w:val="18"/>
          <w:szCs w:val="18"/>
        </w:rPr>
        <w:t xml:space="preserve"> (bez DPH). </w:t>
      </w:r>
    </w:p>
    <w:p w14:paraId="101F5A15" w14:textId="5197CB89" w:rsidR="001B215D" w:rsidRPr="001B215D" w:rsidRDefault="001B215D" w:rsidP="00A5674E">
      <w:pPr>
        <w:pStyle w:val="Textbezodsazen"/>
        <w:rPr>
          <w:b/>
        </w:rPr>
      </w:pPr>
      <w:r w:rsidRPr="00D82C38">
        <w:rPr>
          <w:b/>
        </w:rPr>
        <w:t>Cena díla pro stavbu</w:t>
      </w:r>
      <w:r w:rsidR="000B5D5F">
        <w:rPr>
          <w:b/>
        </w:rPr>
        <w:t xml:space="preserve"> </w:t>
      </w:r>
      <w:bookmarkStart w:id="6" w:name="_GoBack"/>
      <w:bookmarkEnd w:id="6"/>
      <w:r w:rsidRPr="00D82C38">
        <w:rPr>
          <w:b/>
        </w:rPr>
        <w:t>„</w:t>
      </w:r>
      <w:r w:rsidRPr="001B215D">
        <w:rPr>
          <w:b/>
        </w:rPr>
        <w:t xml:space="preserve">Zřízení dobíjecí stanice BEMU v </w:t>
      </w:r>
      <w:proofErr w:type="spellStart"/>
      <w:r w:rsidRPr="001B215D">
        <w:rPr>
          <w:b/>
        </w:rPr>
        <w:t>žst</w:t>
      </w:r>
      <w:proofErr w:type="spellEnd"/>
      <w:r w:rsidRPr="001B215D">
        <w:rPr>
          <w:b/>
        </w:rPr>
        <w:t>. Budišov nad Budišovkou</w:t>
      </w:r>
      <w:r w:rsidRPr="00D82C38">
        <w:rPr>
          <w:b/>
        </w:rPr>
        <w:t xml:space="preserve">“ </w:t>
      </w:r>
    </w:p>
    <w:p w14:paraId="2CE3F6D6" w14:textId="441CFDCE" w:rsidR="00C20287" w:rsidRPr="00034373" w:rsidRDefault="001B215D" w:rsidP="00034373">
      <w:pPr>
        <w:spacing w:after="120" w:line="264" w:lineRule="auto"/>
        <w:jc w:val="both"/>
        <w:rPr>
          <w:sz w:val="18"/>
          <w:szCs w:val="18"/>
        </w:rPr>
      </w:pPr>
      <w:r w:rsidRPr="001B215D">
        <w:rPr>
          <w:b/>
          <w:sz w:val="18"/>
          <w:szCs w:val="18"/>
          <w:highlight w:val="yellow"/>
        </w:rPr>
        <w:t>[VLOŽÍ ZHOTOVITEL]</w:t>
      </w:r>
      <w:r w:rsidRPr="001B215D">
        <w:rPr>
          <w:b/>
          <w:sz w:val="18"/>
          <w:szCs w:val="18"/>
        </w:rPr>
        <w:t xml:space="preserve"> Kč</w:t>
      </w:r>
      <w:r w:rsidRPr="001B215D">
        <w:rPr>
          <w:sz w:val="18"/>
          <w:szCs w:val="18"/>
        </w:rPr>
        <w:t xml:space="preserve"> (bez DPH). </w:t>
      </w:r>
    </w:p>
    <w:p w14:paraId="2E64D3C7" w14:textId="0DAC7A7E" w:rsidR="00A5674E" w:rsidRDefault="00A5674E" w:rsidP="00A5674E">
      <w:pPr>
        <w:pStyle w:val="Textbezodsazen"/>
      </w:pPr>
      <w:r>
        <w:t>Uznáváme, že Příloha k nabídce tvoří součást tohoto Dopisu nabídky.</w:t>
      </w:r>
    </w:p>
    <w:p w14:paraId="6D1D39A7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539BCFF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631449E4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C63A611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5E6A5C8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6C72A7B2" w14:textId="77777777" w:rsidR="00A5674E" w:rsidRDefault="00A5674E" w:rsidP="00A5674E">
      <w:pPr>
        <w:pStyle w:val="Odstavec1-1a"/>
      </w:pPr>
      <w:r>
        <w:lastRenderedPageBreak/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59840CB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3CFA593A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6B3DE9B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13C4E60" w14:textId="77777777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41978F91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6E6B8D9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F237A2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7F11E8BB" w14:textId="77777777" w:rsidR="00A5674E" w:rsidRDefault="00A5674E" w:rsidP="00A5674E">
      <w:pPr>
        <w:pStyle w:val="Textbezodsazen"/>
      </w:pPr>
    </w:p>
    <w:p w14:paraId="6D1A4178" w14:textId="77777777" w:rsidR="000E6ABE" w:rsidRDefault="000E6ABE" w:rsidP="00A5674E">
      <w:pPr>
        <w:pStyle w:val="Textbezodsazen"/>
      </w:pPr>
    </w:p>
    <w:p w14:paraId="234E9C65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9D295A7" w14:textId="77777777" w:rsidR="000E6ABE" w:rsidRDefault="000E6ABE" w:rsidP="000E6ABE">
      <w:pPr>
        <w:pStyle w:val="Textbezodsazen"/>
        <w:jc w:val="left"/>
      </w:pPr>
    </w:p>
    <w:p w14:paraId="3EC3DBAB" w14:textId="77777777" w:rsidR="000E6ABE" w:rsidRDefault="000E6ABE" w:rsidP="000E6ABE">
      <w:pPr>
        <w:pStyle w:val="Textbezodsazen"/>
        <w:jc w:val="left"/>
      </w:pPr>
    </w:p>
    <w:p w14:paraId="7ACF0B34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73EDD328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5CA9CBF" w14:textId="77777777" w:rsidR="00A5674E" w:rsidRDefault="00A5674E" w:rsidP="00A5674E">
      <w:pPr>
        <w:pStyle w:val="Textbezodsazen"/>
      </w:pPr>
    </w:p>
    <w:p w14:paraId="48EBFE90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2091B67A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111229D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0DB9D1C" w14:textId="77777777" w:rsidR="00A5674E" w:rsidRDefault="00A5674E" w:rsidP="00A5674E">
      <w:pPr>
        <w:pStyle w:val="Textbezodsazen"/>
      </w:pPr>
    </w:p>
    <w:p w14:paraId="0426EEA7" w14:textId="77777777" w:rsidR="00A5674E" w:rsidRDefault="00A5674E" w:rsidP="00A5674E">
      <w:pPr>
        <w:pStyle w:val="Textbezodsazen"/>
      </w:pPr>
    </w:p>
    <w:p w14:paraId="649E27FA" w14:textId="77777777" w:rsidR="00A5674E" w:rsidRDefault="00A5674E" w:rsidP="00A5674E">
      <w:pPr>
        <w:pStyle w:val="Textbezodsazen"/>
      </w:pPr>
      <w:r>
        <w:t>za Zhotovitele</w:t>
      </w:r>
    </w:p>
    <w:p w14:paraId="227086B5" w14:textId="77777777" w:rsidR="00A5674E" w:rsidRDefault="00A5674E" w:rsidP="00A5674E">
      <w:pPr>
        <w:pStyle w:val="Textbezodsazen"/>
      </w:pPr>
    </w:p>
    <w:p w14:paraId="51ECA306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E36EBC7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1C001FE4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468FE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43FE081B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33E744F3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AB1334F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B0A4433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4A4CF1B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0576ED3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7259B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3BE8E2F4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379BB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6CD4E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1012104C" wp14:editId="2007F77F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2FEF29EA" w14:textId="77777777" w:rsidR="00F90912" w:rsidRPr="00B8518B" w:rsidRDefault="00F90912" w:rsidP="00F90912">
    <w:pPr>
      <w:pStyle w:val="Zpat"/>
      <w:rPr>
        <w:sz w:val="2"/>
        <w:szCs w:val="2"/>
      </w:rPr>
    </w:pPr>
  </w:p>
  <w:p w14:paraId="0527C429" w14:textId="77777777" w:rsidR="00F90912" w:rsidRPr="00B9342A" w:rsidRDefault="00F90912" w:rsidP="00F90912">
    <w:pPr>
      <w:pStyle w:val="Zpat"/>
      <w:rPr>
        <w:sz w:val="8"/>
        <w:szCs w:val="8"/>
      </w:rPr>
    </w:pPr>
  </w:p>
  <w:p w14:paraId="619D1DAD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40AE2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70EED653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2C1DD2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A03F47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A83C5E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20B71E" w14:textId="77777777" w:rsidR="00A5674E" w:rsidRPr="00D6163D" w:rsidRDefault="00A5674E" w:rsidP="00FC6389">
          <w:pPr>
            <w:pStyle w:val="Druhdokumentu"/>
          </w:pPr>
        </w:p>
      </w:tc>
    </w:tr>
  </w:tbl>
  <w:p w14:paraId="0F340CA1" w14:textId="77777777" w:rsidR="00A5674E" w:rsidRPr="00D6163D" w:rsidRDefault="00A5674E" w:rsidP="00FC6389">
    <w:pPr>
      <w:pStyle w:val="Zhlav"/>
      <w:rPr>
        <w:sz w:val="8"/>
        <w:szCs w:val="8"/>
      </w:rPr>
    </w:pPr>
  </w:p>
  <w:p w14:paraId="5AD5325C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06D7B"/>
    <w:rsid w:val="00012EC4"/>
    <w:rsid w:val="00014608"/>
    <w:rsid w:val="00014708"/>
    <w:rsid w:val="00017F3C"/>
    <w:rsid w:val="00034373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29C1"/>
    <w:rsid w:val="000A6E75"/>
    <w:rsid w:val="000B408F"/>
    <w:rsid w:val="000B4EB8"/>
    <w:rsid w:val="000B5D5F"/>
    <w:rsid w:val="000C41F2"/>
    <w:rsid w:val="000D22C4"/>
    <w:rsid w:val="000D27D1"/>
    <w:rsid w:val="000E1A7F"/>
    <w:rsid w:val="000E6ABE"/>
    <w:rsid w:val="000F15F1"/>
    <w:rsid w:val="00106FFA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81A27"/>
    <w:rsid w:val="00191F90"/>
    <w:rsid w:val="001A3B3C"/>
    <w:rsid w:val="001B215D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69E9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0DD6"/>
    <w:rsid w:val="00B97CC3"/>
    <w:rsid w:val="00BC06C4"/>
    <w:rsid w:val="00BD7E91"/>
    <w:rsid w:val="00BD7F0D"/>
    <w:rsid w:val="00BE06DC"/>
    <w:rsid w:val="00BE1FF6"/>
    <w:rsid w:val="00BE33A7"/>
    <w:rsid w:val="00BF54FE"/>
    <w:rsid w:val="00C00DB1"/>
    <w:rsid w:val="00C02D0A"/>
    <w:rsid w:val="00C03A6E"/>
    <w:rsid w:val="00C12DB5"/>
    <w:rsid w:val="00C13860"/>
    <w:rsid w:val="00C20287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53E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2C38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150E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7745F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F4AD13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B215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activity xmlns="11114de8-59ab-4a1f-8a5f-49a0bd066a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6" ma:contentTypeDescription="Vytvoří nový dokument" ma:contentTypeScope="" ma:versionID="2ebcef47b9b33e39110112b43f9271ee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b55fea0325a247a4784f7374b58cf292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1114de8-59ab-4a1f-8a5f-49a0bd066a0f"/>
    <ds:schemaRef ds:uri="http://schemas.microsoft.com/office/2006/documentManagement/types"/>
    <ds:schemaRef ds:uri="be02921a-4454-4f21-be70-e28e62e56cb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931BD2-0380-40E5-94BB-4737C4A87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A95F94-1434-402C-A51C-D8DCB625F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18</TotalTime>
  <Pages>2</Pages>
  <Words>480</Words>
  <Characters>2838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Majerová Renáta</cp:lastModifiedBy>
  <cp:revision>7</cp:revision>
  <cp:lastPrinted>2019-03-07T14:42:00Z</cp:lastPrinted>
  <dcterms:created xsi:type="dcterms:W3CDTF">2024-06-07T06:27:00Z</dcterms:created>
  <dcterms:modified xsi:type="dcterms:W3CDTF">2024-06-11T11:39:00Z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